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4739" w:tblpY="-393"/>
        <w:tblOverlap w:val="never"/>
        <w:tblW w:w="6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23"/>
        <w:gridCol w:w="1123"/>
        <w:gridCol w:w="1123"/>
        <w:gridCol w:w="112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县级编号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D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市级编号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D</w:t>
            </w: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省级编号</w:t>
            </w:r>
          </w:p>
        </w:tc>
        <w:tc>
          <w:tcPr>
            <w:tcW w:w="112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D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黑龙江省中医医术确有专长人员（多年实践人员）</w:t>
      </w:r>
    </w:p>
    <w:p>
      <w:pPr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医师资格考核申报资料目录</w:t>
      </w:r>
    </w:p>
    <w:tbl>
      <w:tblPr>
        <w:tblStyle w:val="7"/>
        <w:tblW w:w="9001" w:type="dxa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1701"/>
        <w:gridCol w:w="851"/>
        <w:gridCol w:w="1984"/>
        <w:gridCol w:w="773"/>
        <w:gridCol w:w="254"/>
        <w:gridCol w:w="405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9001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基本信息（申请人填写）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性别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年龄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身份证号码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联系方式</w:t>
            </w:r>
          </w:p>
        </w:tc>
        <w:tc>
          <w:tcPr>
            <w:tcW w:w="2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临床实践机构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申报专长的专业</w:t>
            </w:r>
          </w:p>
        </w:tc>
        <w:tc>
          <w:tcPr>
            <w:tcW w:w="2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申报中医专长类别</w:t>
            </w:r>
          </w:p>
        </w:tc>
        <w:tc>
          <w:tcPr>
            <w:tcW w:w="6764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□   内服方药类</w:t>
            </w:r>
          </w:p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□   外治技术类</w:t>
            </w: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□   内服方药和外治技术类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23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申报中医专长的名称</w:t>
            </w:r>
          </w:p>
        </w:tc>
        <w:tc>
          <w:tcPr>
            <w:tcW w:w="6764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22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764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22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764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9001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提交材料目录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754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材料名称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数量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一、《中医医术确有专长人员（多年实践人员）医师资格考核申请表》7份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二、有效身份证明原件及复印件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三、医术渊源的证明材料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四、每个专长提供5例回顾性中医医术时间资料（病案记录、录像资料、图片资料）（需提供患者姓名、住址和联系电话等信息）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五、指导老师的有效身份证明、《专业技术职务任职资格证书》、《医师资格证书》、《医师执业证书》（换发证书需提供首次执业注册证明材料）原件及复印件各1份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六、至少两名推荐医师有效身份证明、《医师资格证书》、《医师执业证书》、《专业技术职务任职资格证书》原件及复印件各1份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bookmarkStart w:id="0" w:name="_GoBack"/>
            <w:bookmarkEnd w:id="0"/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七、申请人近期二寸免冠白底照片3张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3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八、同底板照片电子版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九、长期临床实践所在县级以上中医药主管部门或者所在居委会、村委会出具的从事中医医术实践活动满5年的证明，或者至少10名患者的推荐证明原件。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754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十、居委会或村委会或患者推荐过程、承诺过程的视频、资图片资料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754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承诺书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754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承诺人视频资料和合影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754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1551"/>
              </w:tabs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《乡村医生执业证书》原件及复印件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</w:t>
            </w: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754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《传统医学医术确有专长证书》原件及复印件1份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</w:t>
            </w: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</w:trPr>
        <w:tc>
          <w:tcPr>
            <w:tcW w:w="9001" w:type="dxa"/>
            <w:gridSpan w:val="8"/>
            <w:vAlign w:val="center"/>
          </w:tcPr>
          <w:p>
            <w:pPr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本人对以上提交材料的真实性，做出承诺，并自愿承担其相应的法律责任。</w:t>
            </w:r>
          </w:p>
          <w:p>
            <w:pPr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承诺人签名：                                                年      月      日</w:t>
            </w:r>
          </w:p>
        </w:tc>
      </w:tr>
    </w:tbl>
    <w:p>
      <w:pPr>
        <w:rPr>
          <w:sz w:val="16"/>
          <w:szCs w:val="16"/>
        </w:rPr>
      </w:pPr>
    </w:p>
    <w:sectPr>
      <w:footerReference r:id="rId3" w:type="default"/>
      <w:pgSz w:w="11906" w:h="16838"/>
      <w:pgMar w:top="1361" w:right="1803" w:bottom="1361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EFD55"/>
    <w:multiLevelType w:val="singleLevel"/>
    <w:tmpl w:val="5BBEFD55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FF36E9"/>
    <w:rsid w:val="00290824"/>
    <w:rsid w:val="00376349"/>
    <w:rsid w:val="003D2B93"/>
    <w:rsid w:val="00454520"/>
    <w:rsid w:val="0061589F"/>
    <w:rsid w:val="006505FC"/>
    <w:rsid w:val="00A111DC"/>
    <w:rsid w:val="00AF13E6"/>
    <w:rsid w:val="00D603E7"/>
    <w:rsid w:val="08942B3E"/>
    <w:rsid w:val="1EB10C8C"/>
    <w:rsid w:val="1F047C74"/>
    <w:rsid w:val="24F174C9"/>
    <w:rsid w:val="2AFF36E9"/>
    <w:rsid w:val="2DF22378"/>
    <w:rsid w:val="407C74B5"/>
    <w:rsid w:val="6D535020"/>
    <w:rsid w:val="6F9908D0"/>
    <w:rsid w:val="74406856"/>
    <w:rsid w:val="75660C40"/>
    <w:rsid w:val="787204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0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mycomputer</Company>
  <Pages>1</Pages>
  <Words>629</Words>
  <Characters>169</Characters>
  <Lines>1</Lines>
  <Paragraphs>1</Paragraphs>
  <TotalTime>0</TotalTime>
  <ScaleCrop>false</ScaleCrop>
  <LinksUpToDate>false</LinksUpToDate>
  <CharactersWithSpaces>797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2018-08-22T01:08:00Z</dcterms:created>
  <dc:creator>无言</dc:creator>
  <cp:lastModifiedBy>ym</cp:lastModifiedBy>
  <cp:lastPrinted>2018-11-13T11:40:50Z</cp:lastPrinted>
  <dcterms:modified xsi:type="dcterms:W3CDTF">2018-11-13T11:48:31Z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